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0E0EA" w14:textId="77777777" w:rsidR="007A5BB6" w:rsidRDefault="002C3DC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A713783" wp14:editId="146B99DF">
                <wp:simplePos x="0" y="0"/>
                <wp:positionH relativeFrom="column">
                  <wp:posOffset>5143500</wp:posOffset>
                </wp:positionH>
                <wp:positionV relativeFrom="paragraph">
                  <wp:posOffset>4114800</wp:posOffset>
                </wp:positionV>
                <wp:extent cx="1710055" cy="571500"/>
                <wp:effectExtent l="5080" t="0" r="12065" b="12700"/>
                <wp:wrapNone/>
                <wp:docPr id="2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005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9D5D7" w14:textId="77777777" w:rsidR="004F2646" w:rsidRDefault="004F2646" w:rsidP="007A5BB6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 xml:space="preserve">Vous </w:t>
                            </w:r>
                            <w:r w:rsidR="002C3DCD">
                              <w:rPr>
                                <w:b/>
                                <w:sz w:val="20"/>
                                <w:lang w:val="fr-FR"/>
                              </w:rPr>
                              <w:t xml:space="preserve">(prendre) </w:t>
                            </w:r>
                            <w:r w:rsidR="002C3DCD">
                              <w:rPr>
                                <w:sz w:val="20"/>
                                <w:lang w:val="fr-FR"/>
                              </w:rPr>
                              <w:t>des vitamines chaque jour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05pt;margin-top:324pt;width:134.65pt;height: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">
                <v:textbox>
                  <w:txbxContent>
                    <w:p w14:paraId="7539D5D7" w14:textId="77777777" w:rsidR="004F2646" w:rsidRDefault="004F2646" w:rsidP="007A5BB6">
                      <w:pPr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 xml:space="preserve">Vous </w:t>
                      </w:r>
                      <w:r w:rsidR="002C3DCD">
                        <w:rPr>
                          <w:b/>
                          <w:sz w:val="20"/>
                          <w:lang w:val="fr-FR"/>
                        </w:rPr>
                        <w:t xml:space="preserve">(prendre) </w:t>
                      </w:r>
                      <w:r w:rsidR="002C3DCD">
                        <w:rPr>
                          <w:sz w:val="20"/>
                          <w:lang w:val="fr-FR"/>
                        </w:rPr>
                        <w:t>des vitamines chaque jour</w:t>
                      </w:r>
                      <w:r>
                        <w:rPr>
                          <w:sz w:val="20"/>
                          <w:lang w:val="fr-F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FACE75" wp14:editId="76CF6586">
                <wp:simplePos x="0" y="0"/>
                <wp:positionH relativeFrom="column">
                  <wp:posOffset>7086600</wp:posOffset>
                </wp:positionH>
                <wp:positionV relativeFrom="paragraph">
                  <wp:posOffset>1143000</wp:posOffset>
                </wp:positionV>
                <wp:extent cx="1600200" cy="457200"/>
                <wp:effectExtent l="0" t="0" r="12700" b="12700"/>
                <wp:wrapNone/>
                <wp:docPr id="2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991BA" w14:textId="77777777" w:rsidR="004F2646" w:rsidRPr="00A44C43" w:rsidRDefault="004F2646" w:rsidP="007A5BB6">
                            <w:pPr>
                              <w:pStyle w:val="BodyText"/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>Elle</w:t>
                            </w:r>
                            <w:r w:rsidR="002C3DCD">
                              <w:rPr>
                                <w:sz w:val="20"/>
                                <w:lang w:val="fr-FR"/>
                              </w:rPr>
                              <w:t xml:space="preserve"> ne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2C3DCD">
                              <w:rPr>
                                <w:b/>
                                <w:sz w:val="20"/>
                                <w:lang w:val="fr-FR"/>
                              </w:rPr>
                              <w:t>(se lever)</w:t>
                            </w:r>
                            <w:r>
                              <w:rPr>
                                <w:b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2C3DCD">
                              <w:rPr>
                                <w:sz w:val="20"/>
                                <w:lang w:val="fr-FR"/>
                              </w:rPr>
                              <w:t>pas tout de suite du lit</w:t>
                            </w:r>
                            <w:r w:rsidRPr="00A44C43"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7" style="position:absolute;margin-left:558pt;margin-top:90pt;width:126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">
                <v:textbox>
                  <w:txbxContent>
                    <w:p w14:paraId="002991BA" w14:textId="77777777" w:rsidR="004F2646" w:rsidRPr="00A44C43" w:rsidRDefault="004F2646" w:rsidP="007A5BB6">
                      <w:pPr>
                        <w:pStyle w:val="BodyText"/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>Elle</w:t>
                      </w:r>
                      <w:r w:rsidR="002C3DCD">
                        <w:rPr>
                          <w:sz w:val="20"/>
                          <w:lang w:val="fr-FR"/>
                        </w:rPr>
                        <w:t xml:space="preserve"> ne</w:t>
                      </w:r>
                      <w:r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2C3DCD">
                        <w:rPr>
                          <w:b/>
                          <w:sz w:val="20"/>
                          <w:lang w:val="fr-FR"/>
                        </w:rPr>
                        <w:t>(se lever)</w:t>
                      </w:r>
                      <w:r>
                        <w:rPr>
                          <w:b/>
                          <w:sz w:val="20"/>
                          <w:lang w:val="fr-FR"/>
                        </w:rPr>
                        <w:t xml:space="preserve"> </w:t>
                      </w:r>
                      <w:r w:rsidR="002C3DCD">
                        <w:rPr>
                          <w:sz w:val="20"/>
                          <w:lang w:val="fr-FR"/>
                        </w:rPr>
                        <w:t>pas tout de suite du lit</w:t>
                      </w:r>
                      <w:r w:rsidRPr="00A44C43">
                        <w:rPr>
                          <w:sz w:val="20"/>
                          <w:lang w:val="fr-F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76ABCF" wp14:editId="1CA9EDDB">
                <wp:simplePos x="0" y="0"/>
                <wp:positionH relativeFrom="column">
                  <wp:posOffset>6515100</wp:posOffset>
                </wp:positionH>
                <wp:positionV relativeFrom="paragraph">
                  <wp:posOffset>2286000</wp:posOffset>
                </wp:positionV>
                <wp:extent cx="1714500" cy="452120"/>
                <wp:effectExtent l="0" t="0" r="12700" b="17780"/>
                <wp:wrapNone/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B044F" w14:textId="77777777" w:rsidR="004F2646" w:rsidRPr="00A44C43" w:rsidRDefault="004F2646" w:rsidP="007A5BB6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 xml:space="preserve">Tu  </w:t>
                            </w:r>
                            <w:r w:rsidR="002C3DCD">
                              <w:rPr>
                                <w:b/>
                                <w:sz w:val="20"/>
                                <w:lang w:val="fr-FR"/>
                              </w:rPr>
                              <w:t>(s’acheter)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2C3DCD">
                              <w:rPr>
                                <w:sz w:val="20"/>
                                <w:lang w:val="fr-FR"/>
                              </w:rPr>
                              <w:t>un petit cadeau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 xml:space="preserve">. </w:t>
                            </w:r>
                            <w:r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8" style="position:absolute;margin-left:513pt;margin-top:180pt;width:135pt;height:35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">
                <v:textbox>
                  <w:txbxContent>
                    <w:p w14:paraId="7AFB044F" w14:textId="77777777" w:rsidR="004F2646" w:rsidRPr="00A44C43" w:rsidRDefault="004F2646" w:rsidP="007A5BB6">
                      <w:pPr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 xml:space="preserve">Tu  </w:t>
                      </w:r>
                      <w:r w:rsidR="002C3DCD">
                        <w:rPr>
                          <w:b/>
                          <w:sz w:val="20"/>
                          <w:lang w:val="fr-FR"/>
                        </w:rPr>
                        <w:t>(s’acheter)</w:t>
                      </w:r>
                      <w:r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2C3DCD">
                        <w:rPr>
                          <w:sz w:val="20"/>
                          <w:lang w:val="fr-FR"/>
                        </w:rPr>
                        <w:t>un petit cadeau</w:t>
                      </w:r>
                      <w:r>
                        <w:rPr>
                          <w:sz w:val="20"/>
                          <w:lang w:val="fr-FR"/>
                        </w:rPr>
                        <w:t xml:space="preserve">. </w:t>
                      </w:r>
                      <w:r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E16B33D" wp14:editId="07E70C59">
                <wp:simplePos x="0" y="0"/>
                <wp:positionH relativeFrom="column">
                  <wp:posOffset>3886200</wp:posOffset>
                </wp:positionH>
                <wp:positionV relativeFrom="paragraph">
                  <wp:posOffset>2057400</wp:posOffset>
                </wp:positionV>
                <wp:extent cx="1819275" cy="452120"/>
                <wp:effectExtent l="0" t="0" r="9525" b="17780"/>
                <wp:wrapNone/>
                <wp:docPr id="1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F0710" w14:textId="77777777" w:rsidR="004F2646" w:rsidRPr="00A44C43" w:rsidRDefault="004F2646" w:rsidP="007A5BB6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r w:rsidRPr="00A44C43">
                              <w:rPr>
                                <w:sz w:val="20"/>
                                <w:lang w:val="fr-FR"/>
                              </w:rPr>
                              <w:t xml:space="preserve">Vous </w:t>
                            </w:r>
                            <w:r>
                              <w:rPr>
                                <w:b/>
                                <w:sz w:val="20"/>
                                <w:lang w:val="fr-FR"/>
                              </w:rPr>
                              <w:t>(se laver)</w:t>
                            </w:r>
                            <w:r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les mains avant de manger</w:t>
                            </w:r>
                            <w:r w:rsidRPr="00A44C43">
                              <w:rPr>
                                <w:sz w:val="20"/>
                                <w:lang w:val="fr-FR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9" style="position:absolute;margin-left:306pt;margin-top:162pt;width:143.25pt;height:35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">
                <v:textbox>
                  <w:txbxContent>
                    <w:p w14:paraId="00EF0710" w14:textId="77777777" w:rsidR="004F2646" w:rsidRPr="00A44C43" w:rsidRDefault="004F2646" w:rsidP="007A5BB6">
                      <w:pPr>
                        <w:rPr>
                          <w:sz w:val="20"/>
                          <w:lang w:val="fr-FR"/>
                        </w:rPr>
                      </w:pPr>
                      <w:r w:rsidRPr="00A44C43">
                        <w:rPr>
                          <w:sz w:val="20"/>
                          <w:lang w:val="fr-FR"/>
                        </w:rPr>
                        <w:t xml:space="preserve">Vous </w:t>
                      </w:r>
                      <w:r>
                        <w:rPr>
                          <w:b/>
                          <w:sz w:val="20"/>
                          <w:lang w:val="fr-FR"/>
                        </w:rPr>
                        <w:t>(se laver)</w:t>
                      </w:r>
                      <w:r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sz w:val="20"/>
                          <w:lang w:val="fr-FR"/>
                        </w:rPr>
                        <w:t>les mains avant de manger</w:t>
                      </w:r>
                      <w:r w:rsidRPr="00A44C43">
                        <w:rPr>
                          <w:sz w:val="20"/>
                          <w:lang w:val="fr-FR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5D155FF" wp14:editId="0ADD032A">
                <wp:simplePos x="0" y="0"/>
                <wp:positionH relativeFrom="column">
                  <wp:posOffset>2400300</wp:posOffset>
                </wp:positionH>
                <wp:positionV relativeFrom="paragraph">
                  <wp:posOffset>685800</wp:posOffset>
                </wp:positionV>
                <wp:extent cx="1704975" cy="457200"/>
                <wp:effectExtent l="0" t="0" r="9525" b="12700"/>
                <wp:wrapNone/>
                <wp:docPr id="1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44A2" w14:textId="77777777" w:rsidR="004F2646" w:rsidRPr="0040179A" w:rsidRDefault="004F2646" w:rsidP="007A5BB6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r w:rsidRPr="0040179A">
                              <w:rPr>
                                <w:sz w:val="20"/>
                                <w:lang w:val="fr-FR"/>
                              </w:rPr>
                              <w:t xml:space="preserve">Tu </w:t>
                            </w:r>
                            <w:r>
                              <w:rPr>
                                <w:b/>
                                <w:sz w:val="20"/>
                                <w:lang w:val="fr-FR"/>
                              </w:rPr>
                              <w:t>(se reposer)</w:t>
                            </w:r>
                            <w:r w:rsidRPr="0040179A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après l’école pour 30 minutes.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0" style="position:absolute;margin-left:189pt;margin-top:54pt;width:134.25pt;height:3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">
                <v:textbox>
                  <w:txbxContent>
                    <w:p w14:paraId="1C3544A2" w14:textId="77777777" w:rsidR="004F2646" w:rsidRPr="0040179A" w:rsidRDefault="004F2646" w:rsidP="007A5BB6">
                      <w:pPr>
                        <w:rPr>
                          <w:sz w:val="20"/>
                          <w:lang w:val="fr-FR"/>
                        </w:rPr>
                      </w:pPr>
                      <w:r w:rsidRPr="0040179A">
                        <w:rPr>
                          <w:sz w:val="20"/>
                          <w:lang w:val="fr-FR"/>
                        </w:rPr>
                        <w:t xml:space="preserve">Tu </w:t>
                      </w:r>
                      <w:r>
                        <w:rPr>
                          <w:b/>
                          <w:sz w:val="20"/>
                          <w:lang w:val="fr-FR"/>
                        </w:rPr>
                        <w:t>(se reposer)</w:t>
                      </w:r>
                      <w:r w:rsidRPr="0040179A">
                        <w:rPr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sz w:val="20"/>
                          <w:lang w:val="fr-FR"/>
                        </w:rPr>
                        <w:t>après l’école pour 30 minutes.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BCF0878" wp14:editId="3084D5DC">
                <wp:simplePos x="0" y="0"/>
                <wp:positionH relativeFrom="column">
                  <wp:posOffset>7205345</wp:posOffset>
                </wp:positionH>
                <wp:positionV relativeFrom="paragraph">
                  <wp:posOffset>0</wp:posOffset>
                </wp:positionV>
                <wp:extent cx="1704975" cy="457200"/>
                <wp:effectExtent l="4445" t="0" r="17780" b="12700"/>
                <wp:wrapNone/>
                <wp:docPr id="1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1C283" w14:textId="77777777" w:rsidR="004F2646" w:rsidRDefault="004F2646" w:rsidP="007A5BB6">
                            <w:pPr>
                              <w:pStyle w:val="BodyText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>Kevi</w:t>
                            </w:r>
                            <w:r w:rsidR="002C3DCD">
                              <w:rPr>
                                <w:sz w:val="20"/>
                                <w:lang w:val="fr-FR"/>
                              </w:rPr>
                              <w:t xml:space="preserve">n ne </w:t>
                            </w:r>
                            <w:r w:rsidR="002C3DCD">
                              <w:rPr>
                                <w:b/>
                                <w:sz w:val="20"/>
                                <w:lang w:val="fr-FR"/>
                              </w:rPr>
                              <w:t>(s’énerver)</w:t>
                            </w:r>
                            <w:r>
                              <w:rPr>
                                <w:b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2C3DCD">
                              <w:rPr>
                                <w:sz w:val="20"/>
                                <w:lang w:val="fr-FR"/>
                              </w:rPr>
                              <w:t>plus avec sa sœur.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margin-left:567.35pt;margin-top:0;width:134.25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">
                <v:textbox>
                  <w:txbxContent>
                    <w:p w14:paraId="2C11C283" w14:textId="77777777" w:rsidR="004F2646" w:rsidRDefault="004F2646" w:rsidP="007A5BB6">
                      <w:pPr>
                        <w:pStyle w:val="BodyText"/>
                        <w:rPr>
                          <w:sz w:val="18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>Kevi</w:t>
                      </w:r>
                      <w:r w:rsidR="002C3DCD">
                        <w:rPr>
                          <w:sz w:val="20"/>
                          <w:lang w:val="fr-FR"/>
                        </w:rPr>
                        <w:t xml:space="preserve">n ne </w:t>
                      </w:r>
                      <w:r w:rsidR="002C3DCD">
                        <w:rPr>
                          <w:b/>
                          <w:sz w:val="20"/>
                          <w:lang w:val="fr-FR"/>
                        </w:rPr>
                        <w:t>(s’énerver)</w:t>
                      </w:r>
                      <w:r>
                        <w:rPr>
                          <w:b/>
                          <w:sz w:val="20"/>
                          <w:lang w:val="fr-FR"/>
                        </w:rPr>
                        <w:t xml:space="preserve"> </w:t>
                      </w:r>
                      <w:r w:rsidR="002C3DCD">
                        <w:rPr>
                          <w:sz w:val="20"/>
                          <w:lang w:val="fr-FR"/>
                        </w:rPr>
                        <w:t>plus avec sa sœur.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0D32D5" wp14:editId="5C641462">
                <wp:simplePos x="0" y="0"/>
                <wp:positionH relativeFrom="column">
                  <wp:posOffset>6633845</wp:posOffset>
                </wp:positionH>
                <wp:positionV relativeFrom="paragraph">
                  <wp:posOffset>1714500</wp:posOffset>
                </wp:positionV>
                <wp:extent cx="1933575" cy="457200"/>
                <wp:effectExtent l="4445" t="0" r="17780" b="12700"/>
                <wp:wrapNone/>
                <wp:docPr id="1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74EA2" w14:textId="77777777" w:rsidR="004F2646" w:rsidRPr="00A44C43" w:rsidRDefault="004F2646" w:rsidP="007A5BB6">
                            <w:pPr>
                              <w:pStyle w:val="BodyText2"/>
                              <w:jc w:val="left"/>
                              <w:rPr>
                                <w:sz w:val="20"/>
                                <w:u w:val="single"/>
                              </w:rPr>
                            </w:pPr>
                            <w:r w:rsidRPr="00A44C43">
                              <w:rPr>
                                <w:sz w:val="20"/>
                              </w:rPr>
                              <w:t xml:space="preserve">Ils </w:t>
                            </w:r>
                            <w:r w:rsidR="002C3DCD">
                              <w:rPr>
                                <w:b/>
                                <w:sz w:val="20"/>
                              </w:rPr>
                              <w:t>(consommer)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="002C3DCD">
                              <w:rPr>
                                <w:sz w:val="20"/>
                              </w:rPr>
                              <w:t>beaucoup de fruits et légumes.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2" style="position:absolute;margin-left:522.35pt;margin-top:135pt;width:152.2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">
                <v:textbox>
                  <w:txbxContent>
                    <w:p w14:paraId="3C574EA2" w14:textId="77777777" w:rsidR="004F2646" w:rsidRPr="00A44C43" w:rsidRDefault="004F2646" w:rsidP="007A5BB6">
                      <w:pPr>
                        <w:pStyle w:val="BodyText2"/>
                        <w:jc w:val="left"/>
                        <w:rPr>
                          <w:sz w:val="20"/>
                          <w:u w:val="single"/>
                        </w:rPr>
                      </w:pPr>
                      <w:r w:rsidRPr="00A44C43">
                        <w:rPr>
                          <w:sz w:val="20"/>
                        </w:rPr>
                        <w:t xml:space="preserve">Ils </w:t>
                      </w:r>
                      <w:r w:rsidR="002C3DCD">
                        <w:rPr>
                          <w:b/>
                          <w:sz w:val="20"/>
                        </w:rPr>
                        <w:t>(consommer)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="002C3DCD">
                        <w:rPr>
                          <w:sz w:val="20"/>
                        </w:rPr>
                        <w:t>beaucoup de fruits et légumes.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66EC8F3" wp14:editId="631FC17B">
                <wp:simplePos x="0" y="0"/>
                <wp:positionH relativeFrom="column">
                  <wp:posOffset>3429000</wp:posOffset>
                </wp:positionH>
                <wp:positionV relativeFrom="paragraph">
                  <wp:posOffset>1371600</wp:posOffset>
                </wp:positionV>
                <wp:extent cx="1823720" cy="571500"/>
                <wp:effectExtent l="0" t="0" r="17780" b="1270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37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4F6C1" w14:textId="77777777" w:rsidR="004F2646" w:rsidRPr="00A44C43" w:rsidRDefault="004F2646" w:rsidP="007A5BB6">
                            <w:pPr>
                              <w:pStyle w:val="BodyText2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On </w:t>
                            </w:r>
                            <w:r>
                              <w:rPr>
                                <w:b/>
                                <w:sz w:val="20"/>
                              </w:rPr>
                              <w:t>(pratiquer)</w:t>
                            </w:r>
                            <w:r>
                              <w:rPr>
                                <w:sz w:val="20"/>
                              </w:rPr>
                              <w:t xml:space="preserve"> du yoga le weekend</w:t>
                            </w:r>
                            <w:r w:rsidRPr="00A44C43"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3" style="position:absolute;margin-left:270pt;margin-top:108pt;width:143.6pt;height: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">
                <v:textbox>
                  <w:txbxContent>
                    <w:p w14:paraId="0174F6C1" w14:textId="77777777" w:rsidR="004F2646" w:rsidRPr="00A44C43" w:rsidRDefault="004F2646" w:rsidP="007A5BB6">
                      <w:pPr>
                        <w:pStyle w:val="BodyText2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On </w:t>
                      </w:r>
                      <w:r>
                        <w:rPr>
                          <w:b/>
                          <w:sz w:val="20"/>
                        </w:rPr>
                        <w:t>(pratiquer)</w:t>
                      </w:r>
                      <w:r>
                        <w:rPr>
                          <w:sz w:val="20"/>
                        </w:rPr>
                        <w:t xml:space="preserve"> du yoga le weekend</w:t>
                      </w:r>
                      <w:r w:rsidRPr="00A44C43"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44E7628" wp14:editId="6117BAA4">
                <wp:simplePos x="0" y="0"/>
                <wp:positionH relativeFrom="column">
                  <wp:posOffset>1257300</wp:posOffset>
                </wp:positionH>
                <wp:positionV relativeFrom="paragraph">
                  <wp:posOffset>1371600</wp:posOffset>
                </wp:positionV>
                <wp:extent cx="1824355" cy="457200"/>
                <wp:effectExtent l="0" t="0" r="17145" b="12700"/>
                <wp:wrapNone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435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2F3D8" w14:textId="77777777" w:rsidR="004F2646" w:rsidRPr="00A44C43" w:rsidRDefault="004F2646" w:rsidP="007A5BB6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r w:rsidRPr="00A44C43">
                              <w:rPr>
                                <w:sz w:val="20"/>
                                <w:lang w:val="fr-FR"/>
                              </w:rPr>
                              <w:t xml:space="preserve">Ils </w:t>
                            </w:r>
                            <w:r>
                              <w:rPr>
                                <w:b/>
                                <w:sz w:val="20"/>
                                <w:lang w:val="fr-FR"/>
                              </w:rPr>
                              <w:t>(jouer)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A44C43">
                              <w:rPr>
                                <w:sz w:val="20"/>
                                <w:lang w:val="fr-FR"/>
                              </w:rPr>
                              <w:t>au foot le samedi.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4" style="position:absolute;margin-left:99pt;margin-top:108pt;width:143.65pt;height:3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">
                <v:textbox>
                  <w:txbxContent>
                    <w:p w14:paraId="2D32F3D8" w14:textId="77777777" w:rsidR="004F2646" w:rsidRPr="00A44C43" w:rsidRDefault="004F2646" w:rsidP="007A5BB6">
                      <w:pPr>
                        <w:rPr>
                          <w:sz w:val="20"/>
                          <w:lang w:val="fr-FR"/>
                        </w:rPr>
                      </w:pPr>
                      <w:r w:rsidRPr="00A44C43">
                        <w:rPr>
                          <w:sz w:val="20"/>
                          <w:lang w:val="fr-FR"/>
                        </w:rPr>
                        <w:t xml:space="preserve">Ils </w:t>
                      </w:r>
                      <w:r>
                        <w:rPr>
                          <w:b/>
                          <w:sz w:val="20"/>
                          <w:lang w:val="fr-FR"/>
                        </w:rPr>
                        <w:t>(jouer)</w:t>
                      </w:r>
                      <w:r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Pr="00A44C43">
                        <w:rPr>
                          <w:sz w:val="20"/>
                          <w:lang w:val="fr-FR"/>
                        </w:rPr>
                        <w:t>au foot le samedi.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66004CF" wp14:editId="0CA5743C">
                <wp:simplePos x="0" y="0"/>
                <wp:positionH relativeFrom="column">
                  <wp:posOffset>7091045</wp:posOffset>
                </wp:positionH>
                <wp:positionV relativeFrom="paragraph">
                  <wp:posOffset>571500</wp:posOffset>
                </wp:positionV>
                <wp:extent cx="1819275" cy="457200"/>
                <wp:effectExtent l="4445" t="0" r="17780" b="12700"/>
                <wp:wrapNone/>
                <wp:docPr id="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6ED84" w14:textId="77777777" w:rsidR="004F2646" w:rsidRPr="007D31A0" w:rsidRDefault="004F2646" w:rsidP="007A5BB6">
                            <w:pPr>
                              <w:pStyle w:val="BodyText"/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>J</w:t>
                            </w:r>
                            <w:r w:rsidR="002C3DCD">
                              <w:rPr>
                                <w:sz w:val="20"/>
                                <w:lang w:val="fr-FR"/>
                              </w:rPr>
                              <w:t xml:space="preserve">e </w:t>
                            </w:r>
                            <w:r w:rsidR="002C3DCD" w:rsidRPr="002C3DCD">
                              <w:rPr>
                                <w:b/>
                                <w:sz w:val="20"/>
                                <w:lang w:val="fr-FR"/>
                              </w:rPr>
                              <w:t>(danser)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2C3DCD">
                              <w:rPr>
                                <w:sz w:val="20"/>
                                <w:lang w:val="fr-FR"/>
                              </w:rPr>
                              <w:t>quatre fois par semaine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5" style="position:absolute;margin-left:558.35pt;margin-top:45pt;width:143.25pt;height:3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">
                <v:textbox>
                  <w:txbxContent>
                    <w:p w14:paraId="1546ED84" w14:textId="77777777" w:rsidR="004F2646" w:rsidRPr="007D31A0" w:rsidRDefault="004F2646" w:rsidP="007A5BB6">
                      <w:pPr>
                        <w:pStyle w:val="BodyText"/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>J</w:t>
                      </w:r>
                      <w:r w:rsidR="002C3DCD">
                        <w:rPr>
                          <w:sz w:val="20"/>
                          <w:lang w:val="fr-FR"/>
                        </w:rPr>
                        <w:t xml:space="preserve">e </w:t>
                      </w:r>
                      <w:r w:rsidR="002C3DCD" w:rsidRPr="002C3DCD">
                        <w:rPr>
                          <w:b/>
                          <w:sz w:val="20"/>
                          <w:lang w:val="fr-FR"/>
                        </w:rPr>
                        <w:t>(danser)</w:t>
                      </w:r>
                      <w:r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2C3DCD">
                        <w:rPr>
                          <w:sz w:val="20"/>
                          <w:lang w:val="fr-FR"/>
                        </w:rPr>
                        <w:t>quatre fois par semaine</w:t>
                      </w:r>
                      <w:r>
                        <w:rPr>
                          <w:sz w:val="20"/>
                          <w:lang w:val="fr-F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268DF03" wp14:editId="4C405F4A">
                <wp:simplePos x="0" y="0"/>
                <wp:positionH relativeFrom="column">
                  <wp:posOffset>6286500</wp:posOffset>
                </wp:positionH>
                <wp:positionV relativeFrom="paragraph">
                  <wp:posOffset>2971800</wp:posOffset>
                </wp:positionV>
                <wp:extent cx="2052320" cy="457200"/>
                <wp:effectExtent l="0" t="0" r="17780" b="12700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4BA9D" w14:textId="77777777" w:rsidR="004F2646" w:rsidRPr="00A44C43" w:rsidRDefault="004F2646" w:rsidP="007A5BB6">
                            <w:pPr>
                              <w:pStyle w:val="BodyText2"/>
                              <w:jc w:val="left"/>
                              <w:rPr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A44C43">
                              <w:rPr>
                                <w:sz w:val="20"/>
                              </w:rPr>
                              <w:t>Cédrine</w:t>
                            </w:r>
                            <w:proofErr w:type="spellEnd"/>
                            <w:r w:rsidRPr="00A44C43">
                              <w:rPr>
                                <w:sz w:val="20"/>
                              </w:rPr>
                              <w:t xml:space="preserve"> et Aurélie </w:t>
                            </w:r>
                            <w:r w:rsidR="002C3DCD">
                              <w:rPr>
                                <w:b/>
                                <w:sz w:val="20"/>
                              </w:rPr>
                              <w:t>(se baigner)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2C3DCD">
                              <w:rPr>
                                <w:sz w:val="20"/>
                              </w:rPr>
                              <w:t>à la plage quand elles peuvent</w:t>
                            </w:r>
                            <w:r w:rsidRPr="00A44C43">
                              <w:rPr>
                                <w:sz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6" style="position:absolute;margin-left:495pt;margin-top:234pt;width:161.6pt;height:3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">
                <v:textbox>
                  <w:txbxContent>
                    <w:p w14:paraId="2ED4BA9D" w14:textId="77777777" w:rsidR="004F2646" w:rsidRPr="00A44C43" w:rsidRDefault="004F2646" w:rsidP="007A5BB6">
                      <w:pPr>
                        <w:pStyle w:val="BodyText2"/>
                        <w:jc w:val="left"/>
                        <w:rPr>
                          <w:sz w:val="20"/>
                          <w:u w:val="single"/>
                        </w:rPr>
                      </w:pPr>
                      <w:proofErr w:type="spellStart"/>
                      <w:r w:rsidRPr="00A44C43">
                        <w:rPr>
                          <w:sz w:val="20"/>
                        </w:rPr>
                        <w:t>Cédrine</w:t>
                      </w:r>
                      <w:proofErr w:type="spellEnd"/>
                      <w:r w:rsidRPr="00A44C43">
                        <w:rPr>
                          <w:sz w:val="20"/>
                        </w:rPr>
                        <w:t xml:space="preserve"> et Aurélie </w:t>
                      </w:r>
                      <w:r w:rsidR="002C3DCD">
                        <w:rPr>
                          <w:b/>
                          <w:sz w:val="20"/>
                        </w:rPr>
                        <w:t>(se baigner)</w:t>
                      </w:r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r w:rsidR="002C3DCD">
                        <w:rPr>
                          <w:sz w:val="20"/>
                        </w:rPr>
                        <w:t>à la plage quand elles peuvent</w:t>
                      </w:r>
                      <w:r w:rsidRPr="00A44C43">
                        <w:rPr>
                          <w:sz w:val="20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C94749F" wp14:editId="464AD054">
                <wp:simplePos x="0" y="0"/>
                <wp:positionH relativeFrom="column">
                  <wp:posOffset>4445</wp:posOffset>
                </wp:positionH>
                <wp:positionV relativeFrom="paragraph">
                  <wp:posOffset>2514600</wp:posOffset>
                </wp:positionV>
                <wp:extent cx="2043430" cy="452120"/>
                <wp:effectExtent l="4445" t="0" r="9525" b="1778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343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EAC43" w14:textId="77777777" w:rsidR="004F2646" w:rsidRPr="00A44C43" w:rsidRDefault="004F2646" w:rsidP="007A5BB6">
                            <w:pPr>
                              <w:pStyle w:val="BodyText2"/>
                              <w:jc w:val="left"/>
                              <w:rPr>
                                <w:sz w:val="20"/>
                                <w:u w:val="single"/>
                              </w:rPr>
                            </w:pPr>
                            <w:r w:rsidRPr="00A44C43">
                              <w:rPr>
                                <w:sz w:val="20"/>
                              </w:rPr>
                              <w:t xml:space="preserve">Vous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(faire) </w:t>
                            </w:r>
                            <w:r>
                              <w:rPr>
                                <w:sz w:val="20"/>
                              </w:rPr>
                              <w:t>de l’exercice trois fois par semaine</w:t>
                            </w:r>
                            <w:r w:rsidRPr="00A44C43"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7" style="position:absolute;margin-left:.35pt;margin-top:198pt;width:160.9pt;height:35.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">
                <v:textbox>
                  <w:txbxContent>
                    <w:p w14:paraId="546EAC43" w14:textId="77777777" w:rsidR="004F2646" w:rsidRPr="00A44C43" w:rsidRDefault="004F2646" w:rsidP="007A5BB6">
                      <w:pPr>
                        <w:pStyle w:val="BodyText2"/>
                        <w:jc w:val="left"/>
                        <w:rPr>
                          <w:sz w:val="20"/>
                          <w:u w:val="single"/>
                        </w:rPr>
                      </w:pPr>
                      <w:r w:rsidRPr="00A44C43">
                        <w:rPr>
                          <w:sz w:val="20"/>
                        </w:rPr>
                        <w:t xml:space="preserve">Vous </w:t>
                      </w:r>
                      <w:r>
                        <w:rPr>
                          <w:b/>
                          <w:sz w:val="20"/>
                        </w:rPr>
                        <w:t xml:space="preserve">(faire) </w:t>
                      </w:r>
                      <w:r>
                        <w:rPr>
                          <w:sz w:val="20"/>
                        </w:rPr>
                        <w:t>de l’exercice trois fois par semaine</w:t>
                      </w:r>
                      <w:r w:rsidRPr="00A44C43"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F26F4D1" wp14:editId="548AC8A5">
                <wp:simplePos x="0" y="0"/>
                <wp:positionH relativeFrom="column">
                  <wp:posOffset>4233545</wp:posOffset>
                </wp:positionH>
                <wp:positionV relativeFrom="paragraph">
                  <wp:posOffset>3314700</wp:posOffset>
                </wp:positionV>
                <wp:extent cx="1710055" cy="566420"/>
                <wp:effectExtent l="4445" t="0" r="12700" b="1778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0055" cy="56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0F2A2" w14:textId="77777777" w:rsidR="004F2646" w:rsidRPr="00A44C43" w:rsidRDefault="004F2646" w:rsidP="007A5BB6">
                            <w:pPr>
                              <w:rPr>
                                <w:sz w:val="20"/>
                                <w:lang w:val="fr-FR"/>
                              </w:rPr>
                            </w:pPr>
                            <w:r w:rsidRPr="00A44C43">
                              <w:rPr>
                                <w:sz w:val="20"/>
                                <w:lang w:val="fr-FR"/>
                              </w:rPr>
                              <w:t xml:space="preserve">Ils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lang w:val="fr-FR"/>
                              </w:rPr>
                              <w:t xml:space="preserve">(se promener)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au parc au moins deux fois par sem</w:t>
                            </w:r>
                            <w:r w:rsidR="002C3DCD">
                              <w:rPr>
                                <w:sz w:val="20"/>
                                <w:lang w:val="fr-FR"/>
                              </w:rPr>
                              <w:t>a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ine</w:t>
                            </w:r>
                            <w:r w:rsidRPr="00A44C43"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14:paraId="041905D3" w14:textId="77777777" w:rsidR="004F2646" w:rsidRDefault="004F2646" w:rsidP="007A5BB6">
                            <w:pPr>
                              <w:rPr>
                                <w:sz w:val="16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8" style="position:absolute;margin-left:333.35pt;margin-top:261pt;width:134.65pt;height:44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">
                <v:textbox>
                  <w:txbxContent>
                    <w:p w14:paraId="2C70F2A2" w14:textId="77777777" w:rsidR="004F2646" w:rsidRPr="00A44C43" w:rsidRDefault="004F2646" w:rsidP="007A5BB6">
                      <w:pPr>
                        <w:rPr>
                          <w:sz w:val="20"/>
                          <w:lang w:val="fr-FR"/>
                        </w:rPr>
                      </w:pPr>
                      <w:r w:rsidRPr="00A44C43">
                        <w:rPr>
                          <w:sz w:val="20"/>
                          <w:lang w:val="fr-FR"/>
                        </w:rPr>
                        <w:t xml:space="preserve">Ils </w:t>
                      </w:r>
                      <w:r>
                        <w:rPr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lang w:val="fr-FR"/>
                        </w:rPr>
                        <w:t xml:space="preserve">(se promener) </w:t>
                      </w:r>
                      <w:r>
                        <w:rPr>
                          <w:sz w:val="20"/>
                          <w:lang w:val="fr-FR"/>
                        </w:rPr>
                        <w:t>au parc au moins deux fois par sem</w:t>
                      </w:r>
                      <w:r w:rsidR="002C3DCD">
                        <w:rPr>
                          <w:sz w:val="20"/>
                          <w:lang w:val="fr-FR"/>
                        </w:rPr>
                        <w:t>a</w:t>
                      </w:r>
                      <w:r>
                        <w:rPr>
                          <w:sz w:val="20"/>
                          <w:lang w:val="fr-FR"/>
                        </w:rPr>
                        <w:t>ine</w:t>
                      </w:r>
                      <w:r w:rsidRPr="00A44C43">
                        <w:rPr>
                          <w:sz w:val="20"/>
                          <w:lang w:val="fr-FR"/>
                        </w:rPr>
                        <w:t>.</w:t>
                      </w:r>
                    </w:p>
                    <w:p w14:paraId="041905D3" w14:textId="77777777" w:rsidR="004F2646" w:rsidRDefault="004F2646" w:rsidP="007A5BB6">
                      <w:pPr>
                        <w:rPr>
                          <w:sz w:val="16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B405029" wp14:editId="1D501627">
                <wp:simplePos x="0" y="0"/>
                <wp:positionH relativeFrom="column">
                  <wp:posOffset>-228600</wp:posOffset>
                </wp:positionH>
                <wp:positionV relativeFrom="paragraph">
                  <wp:posOffset>3657600</wp:posOffset>
                </wp:positionV>
                <wp:extent cx="1714500" cy="452120"/>
                <wp:effectExtent l="0" t="0" r="12700" b="17780"/>
                <wp:wrapNone/>
                <wp:docPr id="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0BBF3" w14:textId="77777777" w:rsidR="004F2646" w:rsidRPr="004721CD" w:rsidRDefault="004F2646" w:rsidP="007A5BB6">
                            <w:pPr>
                              <w:rPr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</w:pPr>
                            <w:r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Ils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(se réveiller) 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à la même heure chaque jour</w:t>
                            </w:r>
                            <w:r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9" style="position:absolute;margin-left:-17.95pt;margin-top:4in;width:135pt;height:35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">
                <v:textbox>
                  <w:txbxContent>
                    <w:p w14:paraId="7990BBF3" w14:textId="77777777" w:rsidR="004F2646" w:rsidRPr="004721CD" w:rsidRDefault="004F2646" w:rsidP="007A5BB6">
                      <w:pPr>
                        <w:rPr>
                          <w:sz w:val="20"/>
                          <w:szCs w:val="20"/>
                          <w:u w:val="single"/>
                          <w:lang w:val="fr-FR"/>
                        </w:rPr>
                      </w:pPr>
                      <w:r w:rsidRPr="004721CD">
                        <w:rPr>
                          <w:sz w:val="20"/>
                          <w:szCs w:val="20"/>
                          <w:lang w:val="fr-FR"/>
                        </w:rPr>
                        <w:t xml:space="preserve">Ils </w:t>
                      </w:r>
                      <w:r>
                        <w:rPr>
                          <w:b/>
                          <w:sz w:val="20"/>
                          <w:szCs w:val="20"/>
                          <w:lang w:val="fr-FR"/>
                        </w:rPr>
                        <w:t xml:space="preserve"> (se réveiller) 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 xml:space="preserve"> à la même heure chaque jour</w:t>
                      </w:r>
                      <w:r w:rsidRPr="004721CD">
                        <w:rPr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46EA751" wp14:editId="44159D66">
                <wp:simplePos x="0" y="0"/>
                <wp:positionH relativeFrom="column">
                  <wp:posOffset>4004945</wp:posOffset>
                </wp:positionH>
                <wp:positionV relativeFrom="paragraph">
                  <wp:posOffset>2743200</wp:posOffset>
                </wp:positionV>
                <wp:extent cx="1704975" cy="457200"/>
                <wp:effectExtent l="4445" t="0" r="17780" b="1270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C914B" w14:textId="77777777" w:rsidR="004F2646" w:rsidRPr="00A44C43" w:rsidRDefault="004F2646" w:rsidP="007A5BB6">
                            <w:pPr>
                              <w:jc w:val="both"/>
                              <w:rPr>
                                <w:sz w:val="20"/>
                                <w:lang w:val="fr-FR"/>
                              </w:rPr>
                            </w:pPr>
                            <w:r w:rsidRPr="00A44C43">
                              <w:rPr>
                                <w:sz w:val="20"/>
                                <w:lang w:val="fr-FR"/>
                              </w:rPr>
                              <w:t xml:space="preserve">Marie </w:t>
                            </w:r>
                            <w:r>
                              <w:rPr>
                                <w:b/>
                                <w:sz w:val="20"/>
                                <w:lang w:val="fr-FR"/>
                              </w:rPr>
                              <w:t>(aller)</w:t>
                            </w:r>
                            <w:r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 xml:space="preserve">au gymnase pour faire de l’aérobic. </w:t>
                            </w:r>
                            <w:r w:rsidRPr="00A44C43"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40" style="position:absolute;margin-left:315.35pt;margin-top:3in;width:134.25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">
                <v:textbox>
                  <w:txbxContent>
                    <w:p w14:paraId="23DC914B" w14:textId="77777777" w:rsidR="004F2646" w:rsidRPr="00A44C43" w:rsidRDefault="004F2646" w:rsidP="007A5BB6">
                      <w:pPr>
                        <w:jc w:val="both"/>
                        <w:rPr>
                          <w:sz w:val="20"/>
                          <w:lang w:val="fr-FR"/>
                        </w:rPr>
                      </w:pPr>
                      <w:r w:rsidRPr="00A44C43">
                        <w:rPr>
                          <w:sz w:val="20"/>
                          <w:lang w:val="fr-FR"/>
                        </w:rPr>
                        <w:t xml:space="preserve">Marie </w:t>
                      </w:r>
                      <w:r>
                        <w:rPr>
                          <w:b/>
                          <w:sz w:val="20"/>
                          <w:lang w:val="fr-FR"/>
                        </w:rPr>
                        <w:t>(aller)</w:t>
                      </w:r>
                      <w:r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sz w:val="20"/>
                          <w:lang w:val="fr-FR"/>
                        </w:rPr>
                        <w:t xml:space="preserve">au gymnase pour faire de l’aérobic. </w:t>
                      </w:r>
                      <w:r w:rsidRPr="00A44C43">
                        <w:rPr>
                          <w:sz w:val="20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C443D21" wp14:editId="30E9E41F">
                <wp:simplePos x="0" y="0"/>
                <wp:positionH relativeFrom="column">
                  <wp:posOffset>461645</wp:posOffset>
                </wp:positionH>
                <wp:positionV relativeFrom="paragraph">
                  <wp:posOffset>1943100</wp:posOffset>
                </wp:positionV>
                <wp:extent cx="1933575" cy="457200"/>
                <wp:effectExtent l="4445" t="0" r="17780" b="1270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B8362" w14:textId="77777777" w:rsidR="004F2646" w:rsidRDefault="004F2646" w:rsidP="007A5BB6">
                            <w:pPr>
                              <w:rPr>
                                <w:sz w:val="18"/>
                                <w:lang w:val="fr-FR"/>
                              </w:rPr>
                            </w:pPr>
                            <w:r w:rsidRPr="00A44C43">
                              <w:rPr>
                                <w:sz w:val="20"/>
                                <w:lang w:val="fr-FR"/>
                              </w:rPr>
                              <w:t xml:space="preserve">Elle </w:t>
                            </w:r>
                            <w:r>
                              <w:rPr>
                                <w:b/>
                                <w:sz w:val="20"/>
                                <w:lang w:val="fr-FR"/>
                              </w:rPr>
                              <w:t>(s’amuser)</w:t>
                            </w:r>
                            <w:r w:rsidRPr="0040179A">
                              <w:rPr>
                                <w:b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Pr="00A44C43">
                              <w:rPr>
                                <w:sz w:val="20"/>
                                <w:lang w:val="fr-FR"/>
                              </w:rPr>
                              <w:t>avec ses copains</w:t>
                            </w:r>
                            <w:r>
                              <w:rPr>
                                <w:sz w:val="18"/>
                                <w:lang w:val="fr-FR"/>
                              </w:rPr>
                              <w:t xml:space="preserve"> souvent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41" style="position:absolute;margin-left:36.35pt;margin-top:153pt;width:152.25pt;height:3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">
                <v:textbox>
                  <w:txbxContent>
                    <w:p w14:paraId="32EB8362" w14:textId="77777777" w:rsidR="004F2646" w:rsidRDefault="004F2646" w:rsidP="007A5BB6">
                      <w:pPr>
                        <w:rPr>
                          <w:sz w:val="18"/>
                          <w:lang w:val="fr-FR"/>
                        </w:rPr>
                      </w:pPr>
                      <w:r w:rsidRPr="00A44C43">
                        <w:rPr>
                          <w:sz w:val="20"/>
                          <w:lang w:val="fr-FR"/>
                        </w:rPr>
                        <w:t xml:space="preserve">Elle </w:t>
                      </w:r>
                      <w:r>
                        <w:rPr>
                          <w:b/>
                          <w:sz w:val="20"/>
                          <w:lang w:val="fr-FR"/>
                        </w:rPr>
                        <w:t>(s’amuser)</w:t>
                      </w:r>
                      <w:r w:rsidRPr="0040179A">
                        <w:rPr>
                          <w:b/>
                          <w:sz w:val="20"/>
                          <w:lang w:val="fr-FR"/>
                        </w:rPr>
                        <w:t xml:space="preserve"> </w:t>
                      </w:r>
                      <w:r w:rsidRPr="00A44C43">
                        <w:rPr>
                          <w:sz w:val="20"/>
                          <w:lang w:val="fr-FR"/>
                        </w:rPr>
                        <w:t>avec ses copains</w:t>
                      </w:r>
                      <w:r>
                        <w:rPr>
                          <w:sz w:val="18"/>
                          <w:lang w:val="fr-FR"/>
                        </w:rPr>
                        <w:t xml:space="preserve"> souvent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7E13788" wp14:editId="361C0DB6">
                <wp:simplePos x="0" y="0"/>
                <wp:positionH relativeFrom="column">
                  <wp:posOffset>0</wp:posOffset>
                </wp:positionH>
                <wp:positionV relativeFrom="paragraph">
                  <wp:posOffset>3086100</wp:posOffset>
                </wp:positionV>
                <wp:extent cx="1828800" cy="457200"/>
                <wp:effectExtent l="0" t="0" r="12700" b="127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35441" w14:textId="77777777" w:rsidR="004F2646" w:rsidRPr="004721CD" w:rsidRDefault="004F2646" w:rsidP="007A5BB6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Nous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>(manger)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des repas équilibres.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42" style="position:absolute;margin-left:0;margin-top:243pt;width:2in;height:3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">
                <v:textbox>
                  <w:txbxContent>
                    <w:p w14:paraId="20635441" w14:textId="77777777" w:rsidR="004F2646" w:rsidRPr="004721CD" w:rsidRDefault="004F2646" w:rsidP="007A5BB6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sz w:val="20"/>
                          <w:szCs w:val="20"/>
                          <w:lang w:val="fr-FR"/>
                        </w:rPr>
                        <w:t xml:space="preserve">Nous </w:t>
                      </w:r>
                      <w:r>
                        <w:rPr>
                          <w:b/>
                          <w:sz w:val="20"/>
                          <w:szCs w:val="20"/>
                          <w:lang w:val="fr-FR"/>
                        </w:rPr>
                        <w:t>(manger)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 xml:space="preserve"> des repas équilibres.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46C685" wp14:editId="4F3AE07D">
                <wp:simplePos x="0" y="0"/>
                <wp:positionH relativeFrom="column">
                  <wp:posOffset>6172200</wp:posOffset>
                </wp:positionH>
                <wp:positionV relativeFrom="paragraph">
                  <wp:posOffset>3543300</wp:posOffset>
                </wp:positionV>
                <wp:extent cx="1714500" cy="457200"/>
                <wp:effectExtent l="0" t="0" r="12700" b="1270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1D731" w14:textId="77777777" w:rsidR="004F2646" w:rsidRDefault="004F2646" w:rsidP="007A5BB6">
                            <w:pPr>
                              <w:rPr>
                                <w:sz w:val="20"/>
                                <w:u w:val="single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 xml:space="preserve">Marc  </w:t>
                            </w:r>
                            <w:r w:rsidR="002C3DCD">
                              <w:rPr>
                                <w:b/>
                                <w:sz w:val="20"/>
                                <w:lang w:val="fr-FR"/>
                              </w:rPr>
                              <w:t>(regarder)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2C3DCD">
                              <w:rPr>
                                <w:sz w:val="20"/>
                                <w:lang w:val="fr-FR"/>
                              </w:rPr>
                              <w:t>des films amusants le weekend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43" style="position:absolute;margin-left:486pt;margin-top:279pt;width:135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">
                <v:textbox>
                  <w:txbxContent>
                    <w:p w14:paraId="3731D731" w14:textId="77777777" w:rsidR="004F2646" w:rsidRDefault="004F2646" w:rsidP="007A5BB6">
                      <w:pPr>
                        <w:rPr>
                          <w:sz w:val="20"/>
                          <w:u w:val="single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 xml:space="preserve">Marc  </w:t>
                      </w:r>
                      <w:r w:rsidR="002C3DCD">
                        <w:rPr>
                          <w:b/>
                          <w:sz w:val="20"/>
                          <w:lang w:val="fr-FR"/>
                        </w:rPr>
                        <w:t>(regarder)</w:t>
                      </w:r>
                      <w:r>
                        <w:rPr>
                          <w:sz w:val="20"/>
                          <w:lang w:val="fr-FR"/>
                        </w:rPr>
                        <w:t xml:space="preserve"> </w:t>
                      </w:r>
                      <w:r w:rsidR="002C3DCD">
                        <w:rPr>
                          <w:sz w:val="20"/>
                          <w:lang w:val="fr-FR"/>
                        </w:rPr>
                        <w:t>des films amusants le weekend</w:t>
                      </w:r>
                      <w:r>
                        <w:rPr>
                          <w:sz w:val="20"/>
                          <w:lang w:val="fr-F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0C30523" wp14:editId="74A8CE80">
                <wp:simplePos x="0" y="0"/>
                <wp:positionH relativeFrom="column">
                  <wp:posOffset>-457200</wp:posOffset>
                </wp:positionH>
                <wp:positionV relativeFrom="paragraph">
                  <wp:posOffset>4343400</wp:posOffset>
                </wp:positionV>
                <wp:extent cx="1714500" cy="457200"/>
                <wp:effectExtent l="0" t="0" r="12700" b="12700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B582BE" w14:textId="77777777" w:rsidR="004F2646" w:rsidRPr="004721CD" w:rsidRDefault="004F2646" w:rsidP="007A5BB6">
                            <w:pPr>
                              <w:rPr>
                                <w:sz w:val="20"/>
                                <w:szCs w:val="20"/>
                                <w:u w:val="single"/>
                                <w:lang w:val="fr-FR"/>
                              </w:rPr>
                            </w:pPr>
                            <w:bookmarkStart w:id="0" w:name="_GoBack"/>
                            <w:r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>J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e</w:t>
                            </w:r>
                            <w:r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>(se coucher)</w:t>
                            </w:r>
                            <w:r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avant 10h chaque jour</w:t>
                            </w:r>
                            <w:r w:rsidRPr="004721CD">
                              <w:rPr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44" style="position:absolute;margin-left:-35.95pt;margin-top:342pt;width:135pt;height:3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">
                <v:textbox>
                  <w:txbxContent>
                    <w:p w14:paraId="78B582BE" w14:textId="77777777" w:rsidR="004F2646" w:rsidRPr="004721CD" w:rsidRDefault="004F2646" w:rsidP="007A5BB6">
                      <w:pPr>
                        <w:rPr>
                          <w:sz w:val="20"/>
                          <w:szCs w:val="20"/>
                          <w:u w:val="single"/>
                          <w:lang w:val="fr-FR"/>
                        </w:rPr>
                      </w:pPr>
                      <w:bookmarkStart w:id="1" w:name="_GoBack"/>
                      <w:r w:rsidRPr="004721CD">
                        <w:rPr>
                          <w:sz w:val="20"/>
                          <w:szCs w:val="20"/>
                          <w:lang w:val="fr-FR"/>
                        </w:rPr>
                        <w:t>J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>e</w:t>
                      </w:r>
                      <w:r w:rsidRPr="004721CD">
                        <w:rPr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szCs w:val="20"/>
                          <w:lang w:val="fr-FR"/>
                        </w:rPr>
                        <w:t>(se coucher)</w:t>
                      </w:r>
                      <w:r w:rsidRPr="004721CD">
                        <w:rPr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>avant 10h chaque jour</w:t>
                      </w:r>
                      <w:r w:rsidRPr="004721CD">
                        <w:rPr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bookmarkEnd w:id="1"/>
                  </w:txbxContent>
                </v:textbox>
              </v:rect>
            </w:pict>
          </mc:Fallback>
        </mc:AlternateContent>
      </w:r>
      <w:r w:rsidR="002D5A48">
        <w:rPr>
          <w:noProof/>
          <w:sz w:val="20"/>
        </w:rPr>
        <w:drawing>
          <wp:anchor distT="0" distB="0" distL="114300" distR="114300" simplePos="0" relativeHeight="251661824" behindDoc="0" locked="0" layoutInCell="1" allowOverlap="1" wp14:anchorId="0B070CF3" wp14:editId="288870EA">
            <wp:simplePos x="0" y="0"/>
            <wp:positionH relativeFrom="column">
              <wp:posOffset>5143500</wp:posOffset>
            </wp:positionH>
            <wp:positionV relativeFrom="paragraph">
              <wp:posOffset>228600</wp:posOffset>
            </wp:positionV>
            <wp:extent cx="1485900" cy="998220"/>
            <wp:effectExtent l="19050" t="0" r="0" b="0"/>
            <wp:wrapSquare wrapText="bothSides"/>
            <wp:docPr id="16" name="Picture 16" descr="j0140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j014063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5A48">
        <w:rPr>
          <w:noProof/>
          <w:sz w:val="20"/>
        </w:rPr>
        <w:drawing>
          <wp:anchor distT="0" distB="0" distL="114300" distR="114300" simplePos="0" relativeHeight="251660800" behindDoc="0" locked="0" layoutInCell="1" allowOverlap="1" wp14:anchorId="1560820C" wp14:editId="3269D350">
            <wp:simplePos x="0" y="0"/>
            <wp:positionH relativeFrom="column">
              <wp:posOffset>2171700</wp:posOffset>
            </wp:positionH>
            <wp:positionV relativeFrom="paragraph">
              <wp:posOffset>2857500</wp:posOffset>
            </wp:positionV>
            <wp:extent cx="1828800" cy="1056005"/>
            <wp:effectExtent l="19050" t="0" r="0" b="0"/>
            <wp:wrapSquare wrapText="bothSides"/>
            <wp:docPr id="15" name="Picture 15" descr="j0140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j014063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5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5A48">
        <w:rPr>
          <w:noProof/>
        </w:rPr>
        <w:drawing>
          <wp:inline distT="0" distB="0" distL="0" distR="0" wp14:anchorId="20DC6C72" wp14:editId="433916B9">
            <wp:extent cx="1828800" cy="1016000"/>
            <wp:effectExtent l="19050" t="0" r="0" b="0"/>
            <wp:docPr id="1" name="Picture 1" descr="j0277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7728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5BB6">
      <w:pgSz w:w="15840" w:h="12240" w:orient="landscape" w:code="1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646"/>
    <w:rsid w:val="000A3F65"/>
    <w:rsid w:val="002C3DCD"/>
    <w:rsid w:val="002D5A48"/>
    <w:rsid w:val="004F2646"/>
    <w:rsid w:val="0052091F"/>
    <w:rsid w:val="007A5BB6"/>
    <w:rsid w:val="00D872F0"/>
    <w:rsid w:val="00F932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."/>
  <w:listSeparator w:val=","/>
  <w14:docId w14:val="579F7B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16"/>
    </w:rPr>
  </w:style>
  <w:style w:type="paragraph" w:styleId="BodyText2">
    <w:name w:val="Body Text 2"/>
    <w:basedOn w:val="Normal"/>
    <w:pPr>
      <w:jc w:val="center"/>
    </w:pPr>
    <w:rPr>
      <w:sz w:val="16"/>
      <w:lang w:val="fr-FR"/>
    </w:rPr>
  </w:style>
  <w:style w:type="paragraph" w:styleId="BalloonText">
    <w:name w:val="Balloon Text"/>
    <w:basedOn w:val="Normal"/>
    <w:link w:val="BalloonTextChar"/>
    <w:rsid w:val="002D5A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5A48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16"/>
    </w:rPr>
  </w:style>
  <w:style w:type="paragraph" w:styleId="BodyText2">
    <w:name w:val="Body Text 2"/>
    <w:basedOn w:val="Normal"/>
    <w:pPr>
      <w:jc w:val="center"/>
    </w:pPr>
    <w:rPr>
      <w:sz w:val="16"/>
      <w:lang w:val="fr-FR"/>
    </w:rPr>
  </w:style>
  <w:style w:type="paragraph" w:styleId="BalloonText">
    <w:name w:val="Balloon Text"/>
    <w:basedOn w:val="Normal"/>
    <w:link w:val="BalloonTextChar"/>
    <w:rsid w:val="002D5A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5A4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image" Target="media/image2.wmf"/><Relationship Id="rId7" Type="http://schemas.openxmlformats.org/officeDocument/2006/relationships/image" Target="media/image3.w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1%20-%20Lesson%20Plans:Franc&#807;ais%203:01%20-%20Day%20to%20Day:Unite&#769;%203%20-%20La%20sante&#769;:09%20-%20(3-1)%2002-08%20-%20Grammaire:05%20-%20Le%20serpent%20ANS%20KE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05 - Le serpent ANS KEY.dotx</Template>
  <TotalTime>1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Edouard Smith</dc:creator>
  <cp:keywords/>
  <cp:lastModifiedBy>Edouard Smith</cp:lastModifiedBy>
  <cp:revision>2</cp:revision>
  <cp:lastPrinted>2007-05-09T11:55:00Z</cp:lastPrinted>
  <dcterms:created xsi:type="dcterms:W3CDTF">2014-02-11T00:15:00Z</dcterms:created>
  <dcterms:modified xsi:type="dcterms:W3CDTF">2014-02-11T00:15:00Z</dcterms:modified>
</cp:coreProperties>
</file>